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963A0" w:rsidRPr="00CA1786" w:rsidRDefault="00F82987" w:rsidP="00824FE1">
      <w:pPr>
        <w:ind w:left="1134" w:right="-1651"/>
        <w:rPr>
          <w:b/>
          <w:sz w:val="28"/>
          <w:szCs w:val="28"/>
        </w:rPr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5478780</wp:posOffset>
                </wp:positionH>
                <wp:positionV relativeFrom="paragraph">
                  <wp:posOffset>-419100</wp:posOffset>
                </wp:positionV>
                <wp:extent cx="252730" cy="828675"/>
                <wp:effectExtent l="0" t="0" r="0" b="9525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73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E7E6E6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F2F2F2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5AC3" w:rsidRDefault="00395A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431.4pt;margin-top:-33pt;width:19.9pt;height:65.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" filled="f" fillcolor="#e7e6e6" stroked="f" strokecolor="#f2f2f2" strokeweight="3pt">
                <v:textbox>
                  <w:txbxContent>
                    <w:p w:rsidR="00395AC3" w:rsidRDefault="00395AC3"/>
                  </w:txbxContent>
                </v:textbox>
                <w10:wrap type="square"/>
              </v:shape>
            </w:pict>
          </mc:Fallback>
        </mc:AlternateContent>
      </w:r>
      <w:r w:rsidR="00395AC3">
        <w:tab/>
      </w:r>
      <w:r w:rsidR="00395AC3">
        <w:tab/>
      </w:r>
      <w:r w:rsidR="00A963A0" w:rsidRPr="00CA1786">
        <w:rPr>
          <w:b/>
          <w:sz w:val="28"/>
          <w:szCs w:val="28"/>
        </w:rPr>
        <w:t>ASSEMBLÉE GÉNÉRALE DE L’AMOPA</w:t>
      </w:r>
      <w:r w:rsidR="00395AC3" w:rsidRPr="00CA1786">
        <w:rPr>
          <w:b/>
          <w:sz w:val="28"/>
          <w:szCs w:val="28"/>
        </w:rPr>
        <w:tab/>
      </w:r>
    </w:p>
    <w:p w:rsidR="00A963A0" w:rsidRPr="00CA1786" w:rsidRDefault="00A963A0" w:rsidP="00824FE1">
      <w:pPr>
        <w:ind w:left="1134" w:right="-1651"/>
        <w:rPr>
          <w:b/>
          <w:sz w:val="28"/>
          <w:szCs w:val="28"/>
        </w:rPr>
      </w:pPr>
      <w:r w:rsidRPr="00CA1786">
        <w:rPr>
          <w:b/>
          <w:sz w:val="28"/>
          <w:szCs w:val="28"/>
        </w:rPr>
        <w:t xml:space="preserve">                                </w:t>
      </w:r>
      <w:r w:rsidR="00155CE1">
        <w:rPr>
          <w:b/>
          <w:sz w:val="28"/>
          <w:szCs w:val="28"/>
        </w:rPr>
        <w:t xml:space="preserve">Dimanche </w:t>
      </w:r>
      <w:r w:rsidR="00396BC7">
        <w:rPr>
          <w:b/>
          <w:sz w:val="28"/>
          <w:szCs w:val="28"/>
        </w:rPr>
        <w:t>14</w:t>
      </w:r>
      <w:r w:rsidR="00155CE1">
        <w:rPr>
          <w:b/>
          <w:sz w:val="28"/>
          <w:szCs w:val="28"/>
        </w:rPr>
        <w:t xml:space="preserve"> mai </w:t>
      </w:r>
      <w:r w:rsidRPr="00CA1786">
        <w:rPr>
          <w:b/>
          <w:sz w:val="28"/>
          <w:szCs w:val="28"/>
        </w:rPr>
        <w:t>202</w:t>
      </w:r>
      <w:r w:rsidR="00396BC7">
        <w:rPr>
          <w:b/>
          <w:sz w:val="28"/>
          <w:szCs w:val="28"/>
        </w:rPr>
        <w:t>3</w:t>
      </w:r>
    </w:p>
    <w:p w:rsidR="00BA0B75" w:rsidRPr="00155CE1" w:rsidRDefault="00396BC7" w:rsidP="00A963A0">
      <w:pPr>
        <w:ind w:left="1134" w:right="-1651"/>
        <w:rPr>
          <w:b/>
          <w:spacing w:val="-8"/>
          <w:sz w:val="26"/>
          <w:szCs w:val="26"/>
        </w:rPr>
      </w:pPr>
      <w:r w:rsidRPr="00396BC7">
        <w:rPr>
          <w:b/>
          <w:bCs/>
          <w:sz w:val="26"/>
          <w:szCs w:val="26"/>
        </w:rPr>
        <w:t>Hôtel Warwick, 14 rue de Lausanne</w:t>
      </w:r>
      <w:r w:rsidRPr="00396BC7">
        <w:rPr>
          <w:b/>
          <w:bCs/>
          <w:spacing w:val="-8"/>
          <w:sz w:val="26"/>
          <w:szCs w:val="26"/>
        </w:rPr>
        <w:t xml:space="preserve"> 1201</w:t>
      </w:r>
      <w:r>
        <w:rPr>
          <w:b/>
          <w:spacing w:val="-8"/>
          <w:sz w:val="26"/>
          <w:szCs w:val="26"/>
        </w:rPr>
        <w:t xml:space="preserve"> Genève (Suisse</w:t>
      </w:r>
      <w:r w:rsidR="00395AC3" w:rsidRPr="00155CE1">
        <w:rPr>
          <w:b/>
          <w:spacing w:val="-8"/>
          <w:sz w:val="26"/>
          <w:szCs w:val="26"/>
        </w:rPr>
        <w:tab/>
      </w:r>
      <w:r>
        <w:rPr>
          <w:b/>
          <w:spacing w:val="-8"/>
          <w:sz w:val="26"/>
          <w:szCs w:val="26"/>
        </w:rPr>
        <w:t>)</w:t>
      </w:r>
      <w:r w:rsidR="00395AC3" w:rsidRPr="00155CE1">
        <w:rPr>
          <w:b/>
          <w:spacing w:val="-8"/>
          <w:sz w:val="26"/>
          <w:szCs w:val="26"/>
        </w:rPr>
        <w:tab/>
      </w:r>
      <w:r w:rsidR="00395AC3" w:rsidRPr="00155CE1">
        <w:rPr>
          <w:b/>
          <w:spacing w:val="-8"/>
          <w:sz w:val="26"/>
          <w:szCs w:val="26"/>
        </w:rPr>
        <w:tab/>
      </w:r>
      <w:r w:rsidR="00395AC3" w:rsidRPr="00155CE1">
        <w:rPr>
          <w:b/>
          <w:spacing w:val="-8"/>
          <w:sz w:val="26"/>
          <w:szCs w:val="26"/>
        </w:rPr>
        <w:tab/>
      </w:r>
    </w:p>
    <w:p w:rsidR="00BA0B75" w:rsidRPr="00A963A0" w:rsidRDefault="00F82987" w:rsidP="00824FE1">
      <w:pPr>
        <w:ind w:left="1134" w:right="-1651"/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>
                <wp:simplePos x="0" y="0"/>
                <wp:positionH relativeFrom="column">
                  <wp:posOffset>-1828800</wp:posOffset>
                </wp:positionH>
                <wp:positionV relativeFrom="paragraph">
                  <wp:posOffset>141605</wp:posOffset>
                </wp:positionV>
                <wp:extent cx="2210435" cy="91440"/>
                <wp:effectExtent l="0" t="0" r="0" b="3810"/>
                <wp:wrapSquare wrapText="bothSides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0435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3238" w:rsidRPr="002C3238" w:rsidRDefault="00370EE0" w:rsidP="00454F64">
                            <w:pPr>
                              <w:pStyle w:val="Sansinterligne"/>
                              <w:rPr>
                                <w:rFonts w:ascii="Garamond" w:hAnsi="Garamond"/>
                                <w:color w:val="7030A0"/>
                              </w:rPr>
                            </w:pPr>
                            <w:r>
                              <w:rPr>
                                <w:rFonts w:ascii="Garamond" w:hAnsi="Garamond"/>
                                <w:color w:val="7030A0"/>
                              </w:rPr>
                              <w:t xml:space="preserve">Michèle </w:t>
                            </w:r>
                            <w:proofErr w:type="spellStart"/>
                            <w:r>
                              <w:rPr>
                                <w:rFonts w:ascii="Garamond" w:hAnsi="Garamond"/>
                                <w:color w:val="7030A0"/>
                              </w:rPr>
                              <w:t>Dujany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2in;margin-top:11.15pt;width:174.05pt;height:7.2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" stroked="f">
                <v:textbox>
                  <w:txbxContent>
                    <w:p w:rsidR="002C3238" w:rsidRPr="002C3238" w:rsidRDefault="00370EE0" w:rsidP="00454F64">
                      <w:pPr>
                        <w:pStyle w:val="Sansinterligne"/>
                        <w:rPr>
                          <w:rFonts w:ascii="Garamond" w:hAnsi="Garamond"/>
                          <w:color w:val="7030A0"/>
                        </w:rPr>
                      </w:pPr>
                      <w:r>
                        <w:rPr>
                          <w:rFonts w:ascii="Garamond" w:hAnsi="Garamond"/>
                          <w:color w:val="7030A0"/>
                        </w:rPr>
                        <w:t xml:space="preserve">Michèle </w:t>
                      </w:r>
                      <w:proofErr w:type="spellStart"/>
                      <w:r>
                        <w:rPr>
                          <w:rFonts w:ascii="Garamond" w:hAnsi="Garamond"/>
                          <w:color w:val="7030A0"/>
                        </w:rPr>
                        <w:t>Dujany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54241B" w:rsidRPr="00A963A0">
        <w:tab/>
      </w:r>
      <w:r w:rsidR="0054241B" w:rsidRPr="00A963A0">
        <w:tab/>
      </w:r>
      <w:r w:rsidR="0054241B" w:rsidRPr="00A963A0">
        <w:tab/>
      </w:r>
      <w:r w:rsidR="005D2AEA" w:rsidRPr="00A963A0">
        <w:tab/>
      </w:r>
    </w:p>
    <w:p w:rsidR="005D2AEA" w:rsidRDefault="00A963A0" w:rsidP="00A963A0">
      <w:pPr>
        <w:ind w:right="-1651"/>
        <w:jc w:val="both"/>
        <w:rPr>
          <w:b/>
          <w:i/>
        </w:rPr>
      </w:pPr>
      <w:r w:rsidRPr="00A963A0">
        <w:rPr>
          <w:b/>
          <w:i/>
        </w:rPr>
        <w:t>Tout membre de l’association ayant payé sa cotisation en 202</w:t>
      </w:r>
      <w:r w:rsidR="00396BC7">
        <w:rPr>
          <w:b/>
          <w:i/>
        </w:rPr>
        <w:t>2</w:t>
      </w:r>
      <w:r w:rsidRPr="00A963A0">
        <w:rPr>
          <w:b/>
          <w:i/>
        </w:rPr>
        <w:t xml:space="preserve"> et/ou avant le 31 mars 202</w:t>
      </w:r>
      <w:r w:rsidR="00396BC7">
        <w:rPr>
          <w:b/>
          <w:i/>
        </w:rPr>
        <w:t>3</w:t>
      </w:r>
      <w:r w:rsidRPr="00A963A0">
        <w:rPr>
          <w:b/>
          <w:i/>
        </w:rPr>
        <w:t xml:space="preserve"> peut donner une procuration de vote </w:t>
      </w:r>
      <w:r w:rsidRPr="00A963A0">
        <w:rPr>
          <w:b/>
          <w:i/>
          <w:u w:val="single"/>
        </w:rPr>
        <w:t>à un autre membre de sa section</w:t>
      </w:r>
      <w:r w:rsidRPr="00A963A0">
        <w:rPr>
          <w:b/>
          <w:i/>
        </w:rPr>
        <w:t xml:space="preserve"> dont il s’assurera de la présence à l’assemblée générale et de la non détention d’un autre pouvoir. Un même membre ne peut détenir plus d’un pouvoir en sus du sien (articles 8 des Statuts, 17 et 20 du Règlement intérieur de l’AMOPA).</w:t>
      </w:r>
    </w:p>
    <w:tbl>
      <w:tblPr>
        <w:tblStyle w:val="Grilledutableau"/>
        <w:tblW w:w="9287" w:type="dxa"/>
        <w:tblInd w:w="-1418" w:type="dxa"/>
        <w:tblLook w:val="04A0" w:firstRow="1" w:lastRow="0" w:firstColumn="1" w:lastColumn="0" w:noHBand="0" w:noVBand="1"/>
      </w:tblPr>
      <w:tblGrid>
        <w:gridCol w:w="9287"/>
      </w:tblGrid>
      <w:tr w:rsidR="00CA1786" w:rsidTr="00CA1786">
        <w:trPr>
          <w:trHeight w:val="433"/>
        </w:trPr>
        <w:tc>
          <w:tcPr>
            <w:tcW w:w="9287" w:type="dxa"/>
          </w:tcPr>
          <w:p w:rsidR="00CA1786" w:rsidRPr="00CA1786" w:rsidRDefault="00CA1786" w:rsidP="00A963A0">
            <w:pPr>
              <w:ind w:left="0" w:right="-1651"/>
              <w:jc w:val="both"/>
              <w:rPr>
                <w:b/>
                <w:sz w:val="52"/>
                <w:szCs w:val="52"/>
              </w:rPr>
            </w:pPr>
            <w:r>
              <w:rPr>
                <w:sz w:val="52"/>
                <w:szCs w:val="52"/>
              </w:rPr>
              <w:t xml:space="preserve">                             </w:t>
            </w:r>
            <w:r w:rsidRPr="00CA1786">
              <w:rPr>
                <w:b/>
                <w:sz w:val="52"/>
                <w:szCs w:val="52"/>
              </w:rPr>
              <w:t>POUVOIR</w:t>
            </w:r>
          </w:p>
        </w:tc>
      </w:tr>
    </w:tbl>
    <w:p w:rsidR="00CA1786" w:rsidRDefault="00CA1786" w:rsidP="00A963A0">
      <w:pPr>
        <w:ind w:right="-1651"/>
        <w:jc w:val="both"/>
      </w:pPr>
    </w:p>
    <w:tbl>
      <w:tblPr>
        <w:tblStyle w:val="Grilledutableau"/>
        <w:tblW w:w="9323" w:type="dxa"/>
        <w:tblInd w:w="-1418" w:type="dxa"/>
        <w:tblLook w:val="04A0" w:firstRow="1" w:lastRow="0" w:firstColumn="1" w:lastColumn="0" w:noHBand="0" w:noVBand="1"/>
      </w:tblPr>
      <w:tblGrid>
        <w:gridCol w:w="3143"/>
        <w:gridCol w:w="6180"/>
      </w:tblGrid>
      <w:tr w:rsidR="00CA1786" w:rsidTr="00CA1786">
        <w:tc>
          <w:tcPr>
            <w:tcW w:w="3143" w:type="dxa"/>
          </w:tcPr>
          <w:p w:rsidR="00CA1786" w:rsidRDefault="00CA1786" w:rsidP="00A963A0">
            <w:pPr>
              <w:ind w:left="0" w:right="-1651"/>
              <w:jc w:val="both"/>
            </w:pPr>
            <w:r>
              <w:t>Mme/M.</w:t>
            </w:r>
          </w:p>
        </w:tc>
        <w:tc>
          <w:tcPr>
            <w:tcW w:w="6180" w:type="dxa"/>
          </w:tcPr>
          <w:p w:rsidR="00CA1786" w:rsidRDefault="00CA1786" w:rsidP="00A963A0">
            <w:pPr>
              <w:ind w:left="0" w:right="-1651"/>
              <w:jc w:val="both"/>
            </w:pPr>
            <w:r>
              <w:t>Nom/Prénom</w:t>
            </w:r>
          </w:p>
        </w:tc>
      </w:tr>
      <w:tr w:rsidR="00CA1786" w:rsidTr="00CA1786">
        <w:tc>
          <w:tcPr>
            <w:tcW w:w="3143" w:type="dxa"/>
          </w:tcPr>
          <w:p w:rsidR="00CA1786" w:rsidRDefault="00CA1786" w:rsidP="00A963A0">
            <w:pPr>
              <w:ind w:left="0" w:right="-1651"/>
              <w:jc w:val="both"/>
            </w:pPr>
            <w:r>
              <w:t>Adresse</w:t>
            </w:r>
          </w:p>
        </w:tc>
        <w:tc>
          <w:tcPr>
            <w:tcW w:w="6180" w:type="dxa"/>
          </w:tcPr>
          <w:p w:rsidR="00CA1786" w:rsidRDefault="00CA1786" w:rsidP="00A963A0">
            <w:pPr>
              <w:ind w:left="0" w:right="-1651"/>
              <w:jc w:val="both"/>
            </w:pPr>
          </w:p>
        </w:tc>
      </w:tr>
      <w:tr w:rsidR="00CA1786" w:rsidTr="00CA1786">
        <w:tc>
          <w:tcPr>
            <w:tcW w:w="3143" w:type="dxa"/>
          </w:tcPr>
          <w:p w:rsidR="00CA1786" w:rsidRDefault="00CA1786" w:rsidP="00A963A0">
            <w:pPr>
              <w:ind w:left="0" w:right="-1651"/>
              <w:jc w:val="both"/>
            </w:pPr>
            <w:r>
              <w:t>Section</w:t>
            </w:r>
          </w:p>
        </w:tc>
        <w:tc>
          <w:tcPr>
            <w:tcW w:w="6180" w:type="dxa"/>
          </w:tcPr>
          <w:p w:rsidR="00CA1786" w:rsidRDefault="00CA1786" w:rsidP="00A963A0">
            <w:pPr>
              <w:ind w:left="0" w:right="-1651"/>
              <w:jc w:val="both"/>
            </w:pPr>
          </w:p>
        </w:tc>
      </w:tr>
      <w:tr w:rsidR="00CA1786" w:rsidTr="00CA1786">
        <w:tc>
          <w:tcPr>
            <w:tcW w:w="3143" w:type="dxa"/>
          </w:tcPr>
          <w:p w:rsidR="00CA1786" w:rsidRDefault="00CA1786" w:rsidP="00A963A0">
            <w:pPr>
              <w:ind w:left="0" w:right="-1651"/>
              <w:jc w:val="both"/>
            </w:pPr>
            <w:r>
              <w:t>N° d’adhérent</w:t>
            </w:r>
          </w:p>
        </w:tc>
        <w:tc>
          <w:tcPr>
            <w:tcW w:w="6180" w:type="dxa"/>
          </w:tcPr>
          <w:p w:rsidR="00CA1786" w:rsidRDefault="00CA1786" w:rsidP="00A963A0">
            <w:pPr>
              <w:ind w:left="0" w:right="-1651"/>
              <w:jc w:val="both"/>
            </w:pPr>
          </w:p>
        </w:tc>
      </w:tr>
    </w:tbl>
    <w:p w:rsidR="00CA1786" w:rsidRPr="00CA1786" w:rsidRDefault="00CA1786" w:rsidP="00A963A0">
      <w:pPr>
        <w:ind w:right="-1651"/>
        <w:jc w:val="both"/>
      </w:pPr>
    </w:p>
    <w:tbl>
      <w:tblPr>
        <w:tblStyle w:val="Grilledutableau"/>
        <w:tblW w:w="9323" w:type="dxa"/>
        <w:tblInd w:w="-1418" w:type="dxa"/>
        <w:tblLook w:val="04A0" w:firstRow="1" w:lastRow="0" w:firstColumn="1" w:lastColumn="0" w:noHBand="0" w:noVBand="1"/>
      </w:tblPr>
      <w:tblGrid>
        <w:gridCol w:w="9323"/>
      </w:tblGrid>
      <w:tr w:rsidR="00CA1786" w:rsidTr="00CA1786">
        <w:tc>
          <w:tcPr>
            <w:tcW w:w="9323" w:type="dxa"/>
          </w:tcPr>
          <w:p w:rsidR="00CA1786" w:rsidRPr="00CA1786" w:rsidRDefault="00CA1786" w:rsidP="00460A0F">
            <w:pPr>
              <w:spacing w:after="0"/>
              <w:ind w:left="0"/>
              <w:rPr>
                <w:b/>
                <w:sz w:val="36"/>
                <w:szCs w:val="36"/>
              </w:rPr>
            </w:pPr>
            <w:r w:rsidRPr="00CA1786">
              <w:rPr>
                <w:sz w:val="36"/>
                <w:szCs w:val="36"/>
              </w:rPr>
              <w:t xml:space="preserve">                             </w:t>
            </w:r>
            <w:r>
              <w:rPr>
                <w:sz w:val="36"/>
                <w:szCs w:val="36"/>
              </w:rPr>
              <w:t xml:space="preserve">     </w:t>
            </w:r>
            <w:r w:rsidRPr="00CA1786">
              <w:rPr>
                <w:b/>
                <w:sz w:val="36"/>
                <w:szCs w:val="36"/>
              </w:rPr>
              <w:t>Donne</w:t>
            </w:r>
            <w:r w:rsidRPr="00CA1786">
              <w:rPr>
                <w:b/>
              </w:rPr>
              <w:t xml:space="preserve"> </w:t>
            </w:r>
            <w:r w:rsidRPr="00CA1786">
              <w:rPr>
                <w:b/>
                <w:sz w:val="48"/>
                <w:szCs w:val="48"/>
              </w:rPr>
              <w:t>POUVOIR</w:t>
            </w:r>
            <w:r w:rsidRPr="00CA1786">
              <w:rPr>
                <w:b/>
              </w:rPr>
              <w:t xml:space="preserve"> </w:t>
            </w:r>
            <w:r w:rsidRPr="00CA1786">
              <w:rPr>
                <w:b/>
                <w:sz w:val="36"/>
                <w:szCs w:val="36"/>
              </w:rPr>
              <w:t>à :</w:t>
            </w:r>
          </w:p>
          <w:p w:rsidR="00CA1786" w:rsidRPr="00CA1786" w:rsidRDefault="00CA1786" w:rsidP="00460A0F">
            <w:pPr>
              <w:spacing w:after="0"/>
              <w:ind w:left="0"/>
              <w:rPr>
                <w:b/>
                <w:i/>
                <w:sz w:val="36"/>
                <w:szCs w:val="36"/>
              </w:rPr>
            </w:pPr>
            <w:r w:rsidRPr="00CA1786">
              <w:rPr>
                <w:b/>
                <w:i/>
              </w:rPr>
              <w:t xml:space="preserve">                     </w:t>
            </w:r>
            <w:r w:rsidR="00101B30">
              <w:rPr>
                <w:b/>
                <w:i/>
              </w:rPr>
              <w:t>(</w:t>
            </w:r>
            <w:proofErr w:type="gramStart"/>
            <w:r w:rsidR="00101B30">
              <w:rPr>
                <w:b/>
                <w:i/>
              </w:rPr>
              <w:t>à</w:t>
            </w:r>
            <w:proofErr w:type="gramEnd"/>
            <w:r w:rsidR="00101B30">
              <w:rPr>
                <w:b/>
                <w:i/>
              </w:rPr>
              <w:t xml:space="preserve"> </w:t>
            </w:r>
            <w:r w:rsidRPr="00CA1786">
              <w:rPr>
                <w:b/>
                <w:i/>
              </w:rPr>
              <w:t>compléter obligatoirement, un pouvoir en blanc n’étant pas valide</w:t>
            </w:r>
            <w:r w:rsidR="00101B30">
              <w:rPr>
                <w:b/>
                <w:i/>
              </w:rPr>
              <w:t>)</w:t>
            </w:r>
          </w:p>
        </w:tc>
      </w:tr>
    </w:tbl>
    <w:p w:rsidR="005D2AEA" w:rsidRPr="00CA1786" w:rsidRDefault="005D2AEA" w:rsidP="004904F9">
      <w:pPr>
        <w:ind w:right="-1651"/>
      </w:pPr>
    </w:p>
    <w:tbl>
      <w:tblPr>
        <w:tblStyle w:val="Grilledutableau"/>
        <w:tblW w:w="9323" w:type="dxa"/>
        <w:tblInd w:w="-1418" w:type="dxa"/>
        <w:tblLook w:val="04A0" w:firstRow="1" w:lastRow="0" w:firstColumn="1" w:lastColumn="0" w:noHBand="0" w:noVBand="1"/>
      </w:tblPr>
      <w:tblGrid>
        <w:gridCol w:w="3143"/>
        <w:gridCol w:w="6180"/>
      </w:tblGrid>
      <w:tr w:rsidR="00101B30" w:rsidTr="00101B30">
        <w:tc>
          <w:tcPr>
            <w:tcW w:w="3143" w:type="dxa"/>
          </w:tcPr>
          <w:p w:rsidR="00101B30" w:rsidRDefault="00101B30" w:rsidP="004904F9">
            <w:pPr>
              <w:ind w:left="0" w:right="-1651"/>
            </w:pPr>
            <w:r>
              <w:t>Mme/M.</w:t>
            </w:r>
          </w:p>
        </w:tc>
        <w:tc>
          <w:tcPr>
            <w:tcW w:w="6180" w:type="dxa"/>
          </w:tcPr>
          <w:p w:rsidR="00101B30" w:rsidRDefault="00101B30" w:rsidP="004904F9">
            <w:pPr>
              <w:ind w:left="0" w:right="-1651"/>
            </w:pPr>
            <w:r>
              <w:t>Nom/Prénom :</w:t>
            </w:r>
          </w:p>
        </w:tc>
      </w:tr>
      <w:tr w:rsidR="00101B30" w:rsidTr="00101B30">
        <w:tc>
          <w:tcPr>
            <w:tcW w:w="3143" w:type="dxa"/>
          </w:tcPr>
          <w:p w:rsidR="00101B30" w:rsidRDefault="00101B30" w:rsidP="004904F9">
            <w:pPr>
              <w:ind w:left="0" w:right="-1651"/>
            </w:pPr>
            <w:r>
              <w:t>Section</w:t>
            </w:r>
          </w:p>
        </w:tc>
        <w:tc>
          <w:tcPr>
            <w:tcW w:w="6180" w:type="dxa"/>
          </w:tcPr>
          <w:p w:rsidR="00101B30" w:rsidRDefault="00101B30" w:rsidP="004904F9">
            <w:pPr>
              <w:ind w:left="0" w:right="-1651"/>
            </w:pPr>
          </w:p>
        </w:tc>
      </w:tr>
      <w:tr w:rsidR="00101B30" w:rsidTr="00101B30">
        <w:tc>
          <w:tcPr>
            <w:tcW w:w="3143" w:type="dxa"/>
          </w:tcPr>
          <w:p w:rsidR="00101B30" w:rsidRDefault="00101B30" w:rsidP="004904F9">
            <w:pPr>
              <w:ind w:left="0" w:right="-1651"/>
            </w:pPr>
            <w:r>
              <w:t>N° d’adhérent</w:t>
            </w:r>
          </w:p>
        </w:tc>
        <w:tc>
          <w:tcPr>
            <w:tcW w:w="6180" w:type="dxa"/>
          </w:tcPr>
          <w:p w:rsidR="00101B30" w:rsidRDefault="00101B30" w:rsidP="004904F9">
            <w:pPr>
              <w:ind w:left="0" w:right="-1651"/>
            </w:pPr>
          </w:p>
        </w:tc>
      </w:tr>
    </w:tbl>
    <w:p w:rsidR="005D2AEA" w:rsidRPr="00CA1786" w:rsidRDefault="005D2AEA" w:rsidP="004904F9">
      <w:pPr>
        <w:ind w:right="-1651"/>
      </w:pPr>
    </w:p>
    <w:p w:rsidR="005D2AEA" w:rsidRPr="00101B30" w:rsidRDefault="00101B30" w:rsidP="00101B30">
      <w:pPr>
        <w:ind w:right="-1651"/>
        <w:rPr>
          <w:b/>
        </w:rPr>
      </w:pPr>
      <w:r w:rsidRPr="00101B30">
        <w:rPr>
          <w:b/>
        </w:rPr>
        <w:t>Pour me représenter et prendre part à tous les votes en mon nom</w:t>
      </w:r>
      <w:r>
        <w:rPr>
          <w:b/>
        </w:rPr>
        <w:t>,</w:t>
      </w:r>
      <w:r w:rsidR="00194329">
        <w:rPr>
          <w:b/>
        </w:rPr>
        <w:t xml:space="preserve"> </w:t>
      </w:r>
      <w:r w:rsidRPr="00101B30">
        <w:rPr>
          <w:b/>
        </w:rPr>
        <w:t xml:space="preserve">lors de l’Assemblée générale de l’AMOPA réunie à </w:t>
      </w:r>
      <w:r w:rsidR="00396BC7">
        <w:rPr>
          <w:b/>
        </w:rPr>
        <w:t>Genève</w:t>
      </w:r>
      <w:r w:rsidRPr="00101B30">
        <w:rPr>
          <w:b/>
        </w:rPr>
        <w:t xml:space="preserve"> le </w:t>
      </w:r>
      <w:r w:rsidR="00396BC7">
        <w:rPr>
          <w:b/>
        </w:rPr>
        <w:t>14</w:t>
      </w:r>
      <w:r w:rsidR="00155CE1">
        <w:rPr>
          <w:b/>
        </w:rPr>
        <w:t xml:space="preserve"> mai </w:t>
      </w:r>
      <w:r w:rsidRPr="00101B30">
        <w:rPr>
          <w:b/>
        </w:rPr>
        <w:t>202</w:t>
      </w:r>
      <w:r w:rsidR="00396BC7">
        <w:rPr>
          <w:b/>
        </w:rPr>
        <w:t>3</w:t>
      </w:r>
      <w:r w:rsidRPr="00101B30">
        <w:rPr>
          <w:b/>
        </w:rPr>
        <w:t>.</w:t>
      </w:r>
    </w:p>
    <w:p w:rsidR="00101B30" w:rsidRDefault="00101B30" w:rsidP="00101B30">
      <w:pPr>
        <w:ind w:right="-1651"/>
      </w:pPr>
    </w:p>
    <w:p w:rsidR="00101B30" w:rsidRDefault="00101B30" w:rsidP="006F6AFE">
      <w:pPr>
        <w:spacing w:after="60"/>
      </w:pPr>
      <w:r>
        <w:t xml:space="preserve">                                                                                                                Date et signature</w:t>
      </w:r>
    </w:p>
    <w:p w:rsidR="00101B30" w:rsidRDefault="00101B30" w:rsidP="006F6AFE">
      <w:pPr>
        <w:spacing w:after="60"/>
      </w:pPr>
      <w:r>
        <w:t xml:space="preserve">                                                                                                                Bon pour pouvoir</w:t>
      </w:r>
    </w:p>
    <w:p w:rsidR="00460A0F" w:rsidRDefault="00460A0F" w:rsidP="00101B30">
      <w:pPr>
        <w:ind w:right="-1651"/>
      </w:pPr>
    </w:p>
    <w:p w:rsidR="00460A0F" w:rsidRDefault="00460A0F" w:rsidP="00101B30">
      <w:pPr>
        <w:ind w:right="-1651"/>
      </w:pPr>
    </w:p>
    <w:p w:rsidR="006F6AFE" w:rsidRPr="006F6AFE" w:rsidRDefault="006F6AFE" w:rsidP="00101B30">
      <w:pPr>
        <w:ind w:right="-1651"/>
        <w:rPr>
          <w:sz w:val="16"/>
          <w:szCs w:val="16"/>
        </w:rPr>
      </w:pPr>
    </w:p>
    <w:p w:rsidR="002E4458" w:rsidRPr="00460A0F" w:rsidRDefault="00DB4E6F" w:rsidP="004904F9">
      <w:pPr>
        <w:ind w:right="-1651"/>
        <w:rPr>
          <w:b/>
          <w:u w:val="single"/>
        </w:rPr>
      </w:pPr>
      <w:r w:rsidRPr="00460A0F">
        <w:rPr>
          <w:u w:val="single"/>
        </w:rPr>
        <w:tab/>
      </w:r>
      <w:r w:rsidR="00460A0F" w:rsidRPr="00460A0F">
        <w:rPr>
          <w:b/>
          <w:u w:val="single"/>
        </w:rPr>
        <w:t xml:space="preserve">Ce formulaire est à adresser </w:t>
      </w:r>
      <w:r w:rsidR="00460A0F">
        <w:rPr>
          <w:b/>
          <w:u w:val="single"/>
        </w:rPr>
        <w:t xml:space="preserve">avant le </w:t>
      </w:r>
      <w:r w:rsidR="00396BC7">
        <w:rPr>
          <w:b/>
          <w:u w:val="single"/>
        </w:rPr>
        <w:t>04</w:t>
      </w:r>
      <w:r w:rsidR="00155CE1">
        <w:rPr>
          <w:b/>
          <w:u w:val="single"/>
        </w:rPr>
        <w:t xml:space="preserve"> mai</w:t>
      </w:r>
      <w:r w:rsidR="00460A0F">
        <w:rPr>
          <w:b/>
          <w:u w:val="single"/>
        </w:rPr>
        <w:t xml:space="preserve"> </w:t>
      </w:r>
      <w:r w:rsidR="00460A0F" w:rsidRPr="00460A0F">
        <w:rPr>
          <w:b/>
          <w:u w:val="single"/>
        </w:rPr>
        <w:t>à AMOPA, AG 202</w:t>
      </w:r>
      <w:r w:rsidR="00396BC7">
        <w:rPr>
          <w:b/>
          <w:u w:val="single"/>
        </w:rPr>
        <w:t>3</w:t>
      </w:r>
      <w:r w:rsidR="00460A0F" w:rsidRPr="00460A0F">
        <w:rPr>
          <w:b/>
          <w:u w:val="single"/>
        </w:rPr>
        <w:t>, 30, avenue Félix Faure 75015 Paris</w:t>
      </w:r>
    </w:p>
    <w:sectPr w:rsidR="002E4458" w:rsidRPr="00460A0F" w:rsidSect="001E3CE4">
      <w:headerReference w:type="even" r:id="rId7"/>
      <w:headerReference w:type="default" r:id="rId8"/>
      <w:footerReference w:type="default" r:id="rId9"/>
      <w:headerReference w:type="first" r:id="rId10"/>
      <w:type w:val="continuous"/>
      <w:pgSz w:w="11906" w:h="16838" w:code="9"/>
      <w:pgMar w:top="1418" w:right="2880" w:bottom="1440" w:left="28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F1EBB" w:rsidRDefault="007F1EBB" w:rsidP="00BD705C">
      <w:pPr>
        <w:spacing w:after="0" w:line="240" w:lineRule="auto"/>
      </w:pPr>
      <w:r>
        <w:separator/>
      </w:r>
    </w:p>
  </w:endnote>
  <w:endnote w:type="continuationSeparator" w:id="0">
    <w:p w:rsidR="007F1EBB" w:rsidRDefault="007F1EBB" w:rsidP="00BD7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D705C" w:rsidRPr="004D55C6" w:rsidRDefault="002571CC">
    <w:pPr>
      <w:pStyle w:val="Pieddepage"/>
      <w:rPr>
        <w:b/>
        <w:color w:val="FFFFFF"/>
      </w:rPr>
    </w:pPr>
    <w:r w:rsidRPr="004D55C6">
      <w:rPr>
        <w:b/>
        <w:color w:val="FFFFFF"/>
      </w:rPr>
      <w:t>L*kmfdsùpezqkoqfpoùoefqkù^pqkqefzfùokfqùozefkfzùpoqekofpezùqokeokfpoqezpokfzepofqkezppùkqezùpokqqezkqqezpfkozekpkezkpk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F1EBB" w:rsidRDefault="007F1EBB" w:rsidP="00BD705C">
      <w:pPr>
        <w:spacing w:after="0" w:line="240" w:lineRule="auto"/>
      </w:pPr>
      <w:r>
        <w:separator/>
      </w:r>
    </w:p>
  </w:footnote>
  <w:footnote w:type="continuationSeparator" w:id="0">
    <w:p w:rsidR="007F1EBB" w:rsidRDefault="007F1EBB" w:rsidP="00BD7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D705C" w:rsidRDefault="00F82987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3902075" cy="5517515"/>
          <wp:effectExtent l="0" t="0" r="3175" b="6985"/>
          <wp:wrapNone/>
          <wp:docPr id="61" name="Image 61" descr="tdl 07-11-2017_Page_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 descr="tdl 07-11-2017_Page_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2075" cy="5517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80F51" w:rsidRDefault="00A80F51">
    <w:pPr>
      <w:pStyle w:val="En-tte"/>
    </w:pPr>
  </w:p>
  <w:p w:rsidR="00A80F51" w:rsidRDefault="00A80F5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80F51" w:rsidRDefault="00000000">
    <w:pPr>
      <w:pStyle w:val="En-tt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84" type="#_x0000_t75" style="position:absolute;left:0;text-align:left;margin-left:0;margin-top:0;width:593.05pt;height:838.6pt;z-index:-251658240;mso-position-horizontal:center;mso-position-horizontal-relative:margin;mso-position-vertical:center;mso-position-vertical-relative:margin" o:allowincell="f">
          <v:imagedata r:id="rId1" o:title="tdl 07-11-2017_Page_4"/>
          <w10:wrap anchorx="margin" anchory="margin"/>
        </v:shape>
      </w:pict>
    </w:r>
  </w:p>
  <w:p w:rsidR="00BD705C" w:rsidRDefault="00BD705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1786"/>
    <w:rsid w:val="0001736E"/>
    <w:rsid w:val="00071B24"/>
    <w:rsid w:val="000807A0"/>
    <w:rsid w:val="000872C3"/>
    <w:rsid w:val="000D2962"/>
    <w:rsid w:val="00101B30"/>
    <w:rsid w:val="00155CE1"/>
    <w:rsid w:val="0017188E"/>
    <w:rsid w:val="00180598"/>
    <w:rsid w:val="00183B6D"/>
    <w:rsid w:val="00194329"/>
    <w:rsid w:val="001A71F8"/>
    <w:rsid w:val="001B291A"/>
    <w:rsid w:val="001B62BD"/>
    <w:rsid w:val="001E0ED6"/>
    <w:rsid w:val="001E3CE4"/>
    <w:rsid w:val="00210211"/>
    <w:rsid w:val="00243C48"/>
    <w:rsid w:val="002571CC"/>
    <w:rsid w:val="00274856"/>
    <w:rsid w:val="00296E45"/>
    <w:rsid w:val="002976A5"/>
    <w:rsid w:val="002A66A2"/>
    <w:rsid w:val="002B5014"/>
    <w:rsid w:val="002C3238"/>
    <w:rsid w:val="002D1B69"/>
    <w:rsid w:val="002E4458"/>
    <w:rsid w:val="0031027B"/>
    <w:rsid w:val="00370EE0"/>
    <w:rsid w:val="00370EE1"/>
    <w:rsid w:val="003844F9"/>
    <w:rsid w:val="00395AC3"/>
    <w:rsid w:val="00396BC7"/>
    <w:rsid w:val="003B331B"/>
    <w:rsid w:val="003B5BE6"/>
    <w:rsid w:val="003C3746"/>
    <w:rsid w:val="00414A2B"/>
    <w:rsid w:val="00454F64"/>
    <w:rsid w:val="00460A0F"/>
    <w:rsid w:val="00470EBB"/>
    <w:rsid w:val="0047348E"/>
    <w:rsid w:val="00483574"/>
    <w:rsid w:val="004904F9"/>
    <w:rsid w:val="004963F6"/>
    <w:rsid w:val="004D13F9"/>
    <w:rsid w:val="004D55C6"/>
    <w:rsid w:val="004E2327"/>
    <w:rsid w:val="00502094"/>
    <w:rsid w:val="00522081"/>
    <w:rsid w:val="00541A73"/>
    <w:rsid w:val="0054241B"/>
    <w:rsid w:val="00596C33"/>
    <w:rsid w:val="005A3069"/>
    <w:rsid w:val="005A6CAB"/>
    <w:rsid w:val="005B7888"/>
    <w:rsid w:val="005D2AEA"/>
    <w:rsid w:val="005D2C2D"/>
    <w:rsid w:val="00603188"/>
    <w:rsid w:val="00605315"/>
    <w:rsid w:val="00621308"/>
    <w:rsid w:val="00682FCE"/>
    <w:rsid w:val="006951AC"/>
    <w:rsid w:val="006C07E1"/>
    <w:rsid w:val="006C3CE9"/>
    <w:rsid w:val="006E3DE0"/>
    <w:rsid w:val="006E5C14"/>
    <w:rsid w:val="006F116F"/>
    <w:rsid w:val="006F6AFE"/>
    <w:rsid w:val="00705C64"/>
    <w:rsid w:val="00707F51"/>
    <w:rsid w:val="007A626B"/>
    <w:rsid w:val="007B7BB8"/>
    <w:rsid w:val="007C7273"/>
    <w:rsid w:val="007E1AC6"/>
    <w:rsid w:val="007F1EBB"/>
    <w:rsid w:val="00824FE1"/>
    <w:rsid w:val="00866FE5"/>
    <w:rsid w:val="008B7D22"/>
    <w:rsid w:val="00905F49"/>
    <w:rsid w:val="009068E7"/>
    <w:rsid w:val="00907BF5"/>
    <w:rsid w:val="009537E9"/>
    <w:rsid w:val="00971E37"/>
    <w:rsid w:val="00982187"/>
    <w:rsid w:val="00987660"/>
    <w:rsid w:val="009A52FF"/>
    <w:rsid w:val="009C1BA4"/>
    <w:rsid w:val="00A0008E"/>
    <w:rsid w:val="00A62D02"/>
    <w:rsid w:val="00A63878"/>
    <w:rsid w:val="00A729DE"/>
    <w:rsid w:val="00A80F51"/>
    <w:rsid w:val="00A9026D"/>
    <w:rsid w:val="00A963A0"/>
    <w:rsid w:val="00A96E51"/>
    <w:rsid w:val="00AC0140"/>
    <w:rsid w:val="00AC4BFA"/>
    <w:rsid w:val="00AD0397"/>
    <w:rsid w:val="00AD7CA0"/>
    <w:rsid w:val="00AE136F"/>
    <w:rsid w:val="00B02A3F"/>
    <w:rsid w:val="00B33AE8"/>
    <w:rsid w:val="00B631A9"/>
    <w:rsid w:val="00B80F5E"/>
    <w:rsid w:val="00B84BFC"/>
    <w:rsid w:val="00BA0B75"/>
    <w:rsid w:val="00BC62F3"/>
    <w:rsid w:val="00BD244E"/>
    <w:rsid w:val="00BD4EFB"/>
    <w:rsid w:val="00BD705C"/>
    <w:rsid w:val="00C11EBC"/>
    <w:rsid w:val="00C23DB7"/>
    <w:rsid w:val="00C34716"/>
    <w:rsid w:val="00C3746A"/>
    <w:rsid w:val="00C50DEB"/>
    <w:rsid w:val="00C7007D"/>
    <w:rsid w:val="00C802A1"/>
    <w:rsid w:val="00CA1786"/>
    <w:rsid w:val="00DA7285"/>
    <w:rsid w:val="00DB4E6F"/>
    <w:rsid w:val="00E15DF6"/>
    <w:rsid w:val="00E7481F"/>
    <w:rsid w:val="00E763F4"/>
    <w:rsid w:val="00E77CBC"/>
    <w:rsid w:val="00F03A76"/>
    <w:rsid w:val="00F0634D"/>
    <w:rsid w:val="00F3429F"/>
    <w:rsid w:val="00F820DA"/>
    <w:rsid w:val="00F82987"/>
    <w:rsid w:val="00FD6B73"/>
    <w:rsid w:val="00FD7310"/>
    <w:rsid w:val="00FE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1E2BBC"/>
  <w15:docId w15:val="{77E6AF62-2EF2-4E64-978C-9BC8DB24B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>
      <w:pPr>
        <w:spacing w:after="160" w:line="259" w:lineRule="auto"/>
        <w:ind w:left="-1418" w:right="-165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3CE9"/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D7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705C"/>
  </w:style>
  <w:style w:type="paragraph" w:styleId="Pieddepage">
    <w:name w:val="footer"/>
    <w:basedOn w:val="Normal"/>
    <w:link w:val="PieddepageCar"/>
    <w:uiPriority w:val="99"/>
    <w:unhideWhenUsed/>
    <w:rsid w:val="00BD7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705C"/>
  </w:style>
  <w:style w:type="paragraph" w:styleId="Textedebulles">
    <w:name w:val="Balloon Text"/>
    <w:basedOn w:val="Normal"/>
    <w:link w:val="TextedebullesCar"/>
    <w:uiPriority w:val="99"/>
    <w:semiHidden/>
    <w:unhideWhenUsed/>
    <w:rsid w:val="00F820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F820DA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BA0B75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39"/>
    <w:rsid w:val="00310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2C32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Desktop\T&#234;te%20de%20lettre%20Mich&#232;l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C9559-60DB-430A-97F5-FF3AD0640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Tête de lettre Michèle.dotx</Template>
  <TotalTime>14</TotalTime>
  <Pages>1</Pages>
  <Words>204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Marie Helene REYNAUD</cp:lastModifiedBy>
  <cp:revision>10</cp:revision>
  <cp:lastPrinted>2022-03-29T10:27:00Z</cp:lastPrinted>
  <dcterms:created xsi:type="dcterms:W3CDTF">2021-04-28T10:39:00Z</dcterms:created>
  <dcterms:modified xsi:type="dcterms:W3CDTF">2023-03-11T18:26:00Z</dcterms:modified>
</cp:coreProperties>
</file>